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D869F93" w:rsidR="00DC6D0C" w:rsidRPr="00BE2281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BE228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E2281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2A2EF1" w:rsidRPr="002E080F">
        <w:rPr>
          <w:rFonts w:ascii="Corbel" w:hAnsi="Corbel"/>
          <w:b/>
          <w:iCs/>
          <w:smallCaps/>
          <w:sz w:val="24"/>
          <w:szCs w:val="24"/>
        </w:rPr>
        <w:t>202</w:t>
      </w:r>
      <w:r w:rsidR="00C03BBC">
        <w:rPr>
          <w:rFonts w:ascii="Corbel" w:hAnsi="Corbel"/>
          <w:b/>
          <w:iCs/>
          <w:smallCaps/>
          <w:sz w:val="24"/>
          <w:szCs w:val="24"/>
        </w:rPr>
        <w:t>1</w:t>
      </w:r>
      <w:r w:rsidR="002A2EF1" w:rsidRPr="002E080F">
        <w:rPr>
          <w:rFonts w:ascii="Corbel" w:hAnsi="Corbel"/>
          <w:b/>
          <w:iCs/>
          <w:smallCaps/>
          <w:sz w:val="24"/>
          <w:szCs w:val="24"/>
        </w:rPr>
        <w:t>-202</w:t>
      </w:r>
      <w:r w:rsidR="00C03BBC">
        <w:rPr>
          <w:rFonts w:ascii="Corbel" w:hAnsi="Corbel"/>
          <w:b/>
          <w:iCs/>
          <w:smallCaps/>
          <w:sz w:val="24"/>
          <w:szCs w:val="24"/>
        </w:rPr>
        <w:t>3</w:t>
      </w:r>
    </w:p>
    <w:p w14:paraId="6A743604" w14:textId="22F0C8B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03BBC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C03BBC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BE9B68" w:rsidR="0085747A" w:rsidRPr="009C54AE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</w:rPr>
              <w:t>Relacje z klientami w usługach finansowych</w:t>
            </w:r>
          </w:p>
        </w:tc>
      </w:tr>
      <w:tr w:rsidR="0085747A" w:rsidRPr="00C03BB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54E1831" w:rsidR="0085747A" w:rsidRPr="007558C8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CA3AB3D" w:rsidR="0085747A" w:rsidRPr="009C54AE" w:rsidRDefault="00BE2281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22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8F42F3" w:rsidR="0085747A" w:rsidRPr="009C54AE" w:rsidRDefault="00C41B9B" w:rsidP="00BE22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E22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3545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76A943C" w:rsidR="0085747A" w:rsidRPr="009C54AE" w:rsidRDefault="00BE2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4428AC0" w:rsidR="0085747A" w:rsidRPr="009C54AE" w:rsidRDefault="00BE2281" w:rsidP="005554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1B2C4D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25C95CA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4EB11EC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DC296" w14:textId="77777777" w:rsidR="002E08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2FA02A91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1E86CB7E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3951ED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668516D" w:rsidR="009C54AE" w:rsidRDefault="00117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C20D96B" w:rsidR="0085747A" w:rsidRPr="009C54AE" w:rsidRDefault="00117E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266B7FCE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stosowania marketingu relacyjnego.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32444E1" w:rsidR="0085747A" w:rsidRPr="009C54AE" w:rsidRDefault="00117E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7782291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Przekazanie studentom wiedzy na temat istoty budowania relacji z klientem przez firmy w sferze usług finansowych.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5C14CE7D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68C53F9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Nabycie przez studentów umiejętności analizy procesu marketingu relacji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693D" w:rsidRPr="009C54AE" w14:paraId="2FAE894A" w14:textId="77777777" w:rsidTr="005E6E85">
        <w:tc>
          <w:tcPr>
            <w:tcW w:w="1701" w:type="dxa"/>
          </w:tcPr>
          <w:p w14:paraId="48E5C6E7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4F579F6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Wymienia i wyjaśnia mechanizmy budowania relacji z klientem.</w:t>
            </w:r>
          </w:p>
        </w:tc>
        <w:tc>
          <w:tcPr>
            <w:tcW w:w="1873" w:type="dxa"/>
          </w:tcPr>
          <w:p w14:paraId="08060B10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6AE318F6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6693D" w:rsidRPr="009C54AE" w14:paraId="48B116A6" w14:textId="77777777" w:rsidTr="005E6E85">
        <w:tc>
          <w:tcPr>
            <w:tcW w:w="1701" w:type="dxa"/>
          </w:tcPr>
          <w:p w14:paraId="55D5A65C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129FAC8" w:rsidR="004133E2" w:rsidRPr="009C54AE" w:rsidRDefault="004133E2" w:rsidP="00413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relacyjnego w sferze usług finansowych akcentując skutki jego stosowania.</w:t>
            </w:r>
          </w:p>
        </w:tc>
        <w:tc>
          <w:tcPr>
            <w:tcW w:w="1873" w:type="dxa"/>
          </w:tcPr>
          <w:p w14:paraId="25417F65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5CC0FA11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6693D" w:rsidRPr="009C54AE" w14:paraId="32BADA47" w14:textId="77777777" w:rsidTr="005E6E85">
        <w:tc>
          <w:tcPr>
            <w:tcW w:w="1701" w:type="dxa"/>
          </w:tcPr>
          <w:p w14:paraId="4CBEB17A" w14:textId="1D7214D0" w:rsidR="00B6693D" w:rsidRPr="009C54AE" w:rsidRDefault="00B6693D" w:rsidP="00117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457F8C9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własnych rozstrzygnięć problemów postawionych do realizacji w trakcie zajęć</w:t>
            </w:r>
            <w:r w:rsidRPr="00117E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A6A2A8" w14:textId="724636BD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693D" w:rsidRPr="009C54AE" w14:paraId="1C230FF5" w14:textId="77777777" w:rsidTr="00BC266D">
        <w:tc>
          <w:tcPr>
            <w:tcW w:w="9639" w:type="dxa"/>
            <w:vAlign w:val="center"/>
          </w:tcPr>
          <w:p w14:paraId="59B5524C" w14:textId="557C9E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klientem.</w:t>
            </w:r>
          </w:p>
        </w:tc>
      </w:tr>
      <w:tr w:rsidR="00B6693D" w:rsidRPr="009C54AE" w14:paraId="680B1B8F" w14:textId="77777777" w:rsidTr="00BC266D">
        <w:tc>
          <w:tcPr>
            <w:tcW w:w="9639" w:type="dxa"/>
            <w:vAlign w:val="center"/>
          </w:tcPr>
          <w:p w14:paraId="563FC8E7" w14:textId="28DE5FF4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System CRM i jego znaczenie dla firm w sferze usług finansowych.</w:t>
            </w:r>
          </w:p>
        </w:tc>
      </w:tr>
      <w:tr w:rsidR="00B6693D" w:rsidRPr="009C54AE" w14:paraId="500F2D46" w14:textId="77777777" w:rsidTr="00BC266D">
        <w:tc>
          <w:tcPr>
            <w:tcW w:w="9639" w:type="dxa"/>
            <w:vAlign w:val="center"/>
          </w:tcPr>
          <w:p w14:paraId="7C4722CE" w14:textId="7613E8D5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Kluczowe elementy efektywnego CRM.</w:t>
            </w:r>
          </w:p>
        </w:tc>
      </w:tr>
      <w:tr w:rsidR="00B6693D" w:rsidRPr="009C54AE" w14:paraId="20E0170B" w14:textId="77777777" w:rsidTr="00BC266D">
        <w:tc>
          <w:tcPr>
            <w:tcW w:w="9639" w:type="dxa"/>
            <w:vAlign w:val="center"/>
          </w:tcPr>
          <w:p w14:paraId="580DB4DB" w14:textId="74D8215F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Marketing relacji - specyfika, cele, zastosowanie. </w:t>
            </w:r>
          </w:p>
        </w:tc>
      </w:tr>
      <w:tr w:rsidR="00B6693D" w:rsidRPr="009C54AE" w14:paraId="664E4D55" w14:textId="77777777" w:rsidTr="00BC266D">
        <w:tc>
          <w:tcPr>
            <w:tcW w:w="9639" w:type="dxa"/>
            <w:vAlign w:val="center"/>
          </w:tcPr>
          <w:p w14:paraId="2AD91D85" w14:textId="22852C3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Współczesne kierunki rozwoju marketingu relacji - koncepcja współtworzenia wartości.</w:t>
            </w:r>
          </w:p>
        </w:tc>
      </w:tr>
      <w:tr w:rsidR="00B6693D" w:rsidRPr="009C54AE" w14:paraId="5AEDA424" w14:textId="77777777" w:rsidTr="00BC266D">
        <w:tc>
          <w:tcPr>
            <w:tcW w:w="9639" w:type="dxa"/>
            <w:vAlign w:val="center"/>
          </w:tcPr>
          <w:p w14:paraId="6B23E3F8" w14:textId="69FE8A8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Elementy marketingu relacji. Etapy wdrażania marketingu relacyjnego w przedsiębiorstwie.</w:t>
            </w:r>
          </w:p>
        </w:tc>
      </w:tr>
      <w:tr w:rsidR="00B6693D" w:rsidRPr="009C54AE" w14:paraId="09C34A9C" w14:textId="77777777" w:rsidTr="00BC266D">
        <w:tc>
          <w:tcPr>
            <w:tcW w:w="9639" w:type="dxa"/>
            <w:vAlign w:val="center"/>
          </w:tcPr>
          <w:p w14:paraId="1388FFA0" w14:textId="6514641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Konsument jako strona relacji, mierniki jego satysfakcji i lojalności. </w:t>
            </w:r>
          </w:p>
        </w:tc>
      </w:tr>
      <w:tr w:rsidR="00B6693D" w:rsidRPr="009C54AE" w14:paraId="49A2C1EA" w14:textId="77777777" w:rsidTr="00BC266D">
        <w:tc>
          <w:tcPr>
            <w:tcW w:w="9639" w:type="dxa"/>
            <w:vAlign w:val="center"/>
          </w:tcPr>
          <w:p w14:paraId="7320BA94" w14:textId="5A51599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Zarządzanie kluczowymi klientami. </w:t>
            </w:r>
          </w:p>
        </w:tc>
      </w:tr>
      <w:tr w:rsidR="00B6693D" w:rsidRPr="009C54AE" w14:paraId="70291CF3" w14:textId="77777777" w:rsidTr="00BC266D">
        <w:tc>
          <w:tcPr>
            <w:tcW w:w="9639" w:type="dxa"/>
            <w:vAlign w:val="center"/>
          </w:tcPr>
          <w:p w14:paraId="273D27B5" w14:textId="7DE5EFE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Rodzaje i znaczenie programów lojalnościowych.</w:t>
            </w:r>
          </w:p>
        </w:tc>
      </w:tr>
      <w:tr w:rsidR="00B6693D" w:rsidRPr="009C54AE" w14:paraId="03092F5E" w14:textId="77777777" w:rsidTr="00BC266D">
        <w:tc>
          <w:tcPr>
            <w:tcW w:w="9639" w:type="dxa"/>
            <w:vAlign w:val="center"/>
          </w:tcPr>
          <w:p w14:paraId="0ACD5A2D" w14:textId="793093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B6693D" w:rsidRPr="009C54AE" w14:paraId="08A04C04" w14:textId="77777777" w:rsidTr="00BC266D">
        <w:tc>
          <w:tcPr>
            <w:tcW w:w="9639" w:type="dxa"/>
            <w:vAlign w:val="center"/>
          </w:tcPr>
          <w:p w14:paraId="2AAB4C71" w14:textId="579C824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Prezentacja przykładowych form budowania relacji z klientem w sferze usług finansowych.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C45EA" w14:textId="34007E57" w:rsidR="00FD394B" w:rsidRPr="000665F2" w:rsidRDefault="00FD394B" w:rsidP="00FD394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  <w:r w:rsidR="00B22ABB">
        <w:rPr>
          <w:rFonts w:ascii="Corbel" w:hAnsi="Corbel"/>
          <w:b w:val="0"/>
          <w:smallCaps w:val="0"/>
          <w:szCs w:val="24"/>
        </w:rPr>
        <w:t xml:space="preserve"> </w:t>
      </w: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B7B4228" w:rsidR="0085747A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2DD50013" w:rsidR="0085747A" w:rsidRPr="009C54AE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087E406" w:rsidR="0085747A" w:rsidRPr="00BE2281" w:rsidRDefault="00BE2281" w:rsidP="00B22A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9C1090B" w14:textId="5C8A13ED" w:rsidR="0085747A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D394B" w:rsidRPr="009C54AE" w14:paraId="1BC25868" w14:textId="77777777" w:rsidTr="00C05F44">
        <w:tc>
          <w:tcPr>
            <w:tcW w:w="1985" w:type="dxa"/>
          </w:tcPr>
          <w:p w14:paraId="73FC55C9" w14:textId="7AB13317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273FC2D" w14:textId="261BF843" w:rsidR="00FD394B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projekt zespołowy, obserwacja w trakcie zajęć</w:t>
            </w:r>
          </w:p>
        </w:tc>
        <w:tc>
          <w:tcPr>
            <w:tcW w:w="2126" w:type="dxa"/>
          </w:tcPr>
          <w:p w14:paraId="269E2370" w14:textId="382B5785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40696B9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19CDE186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0A518DE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5BE7212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62B067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5BA4BD4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59FD4A44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651702D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D5FBA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23286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09D2CEB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208FC4E5" w:rsidR="0085747A" w:rsidRPr="009C54AE" w:rsidRDefault="00E651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7E78D55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4925D929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9277D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96647">
              <w:rPr>
                <w:rFonts w:ascii="Corbel" w:hAnsi="Corbel"/>
                <w:sz w:val="24"/>
                <w:szCs w:val="24"/>
              </w:rPr>
              <w:t>kolokwium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A96647">
              <w:rPr>
                <w:rFonts w:ascii="Corbel" w:hAnsi="Corbel"/>
                <w:sz w:val="24"/>
                <w:szCs w:val="24"/>
              </w:rPr>
              <w:t>, przygotowanie prezentacji, samodzielne studia literatury)</w:t>
            </w:r>
          </w:p>
        </w:tc>
        <w:tc>
          <w:tcPr>
            <w:tcW w:w="4677" w:type="dxa"/>
          </w:tcPr>
          <w:p w14:paraId="611A18CE" w14:textId="4C08C738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7CF9A92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26983BE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36AD5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0D069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Mitręga M., Marketing relacji. Teoria i praktyka, Wyd. CeDeWu,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C24BB5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61DF46FA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6D379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32CE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1" w:name="_Toc488151950"/>
            <w:bookmarkEnd w:id="0"/>
          </w:p>
          <w:p w14:paraId="337E2ADA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>2. Dembińska-Cyran I., Hołub-Iwan J., Perenc J., Zarządzanie relacjami z klientem, Wyd. Difin, Warszawa 2004.</w:t>
            </w:r>
            <w:bookmarkEnd w:id="1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0A3EC923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Wereda W., Zarządzanie relacjami z klientem (CRM) a postępowanie nabywców na rynku usług, Wyd. Difin,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6E6C5" w14:textId="77777777" w:rsidR="00006BE7" w:rsidRDefault="00006BE7" w:rsidP="00C16ABF">
      <w:pPr>
        <w:spacing w:after="0" w:line="240" w:lineRule="auto"/>
      </w:pPr>
      <w:r>
        <w:separator/>
      </w:r>
    </w:p>
  </w:endnote>
  <w:endnote w:type="continuationSeparator" w:id="0">
    <w:p w14:paraId="2EEFDFA3" w14:textId="77777777" w:rsidR="00006BE7" w:rsidRDefault="00006B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BBB91" w14:textId="77777777" w:rsidR="00006BE7" w:rsidRDefault="00006BE7" w:rsidP="00C16ABF">
      <w:pPr>
        <w:spacing w:after="0" w:line="240" w:lineRule="auto"/>
      </w:pPr>
      <w:r>
        <w:separator/>
      </w:r>
    </w:p>
  </w:footnote>
  <w:footnote w:type="continuationSeparator" w:id="0">
    <w:p w14:paraId="155D8BE6" w14:textId="77777777" w:rsidR="00006BE7" w:rsidRDefault="00006BE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200C0A"/>
    <w:multiLevelType w:val="hybridMultilevel"/>
    <w:tmpl w:val="F4C24DE6"/>
    <w:lvl w:ilvl="0" w:tplc="9B32422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BE7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B1"/>
    <w:rsid w:val="00117EB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B4E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828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E080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33E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48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F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943"/>
    <w:rsid w:val="0071620A"/>
    <w:rsid w:val="00723C37"/>
    <w:rsid w:val="00724677"/>
    <w:rsid w:val="00725459"/>
    <w:rsid w:val="007327BD"/>
    <w:rsid w:val="00734608"/>
    <w:rsid w:val="00745302"/>
    <w:rsid w:val="007461D6"/>
    <w:rsid w:val="00746EC8"/>
    <w:rsid w:val="007558C8"/>
    <w:rsid w:val="00763BF1"/>
    <w:rsid w:val="00766FD4"/>
    <w:rsid w:val="00775865"/>
    <w:rsid w:val="0078168C"/>
    <w:rsid w:val="00787C2A"/>
    <w:rsid w:val="00790E27"/>
    <w:rsid w:val="007A4022"/>
    <w:rsid w:val="007A6E6E"/>
    <w:rsid w:val="007B191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D7F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BF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664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BB"/>
    <w:rsid w:val="00B3130B"/>
    <w:rsid w:val="00B40ADB"/>
    <w:rsid w:val="00B43B77"/>
    <w:rsid w:val="00B43E80"/>
    <w:rsid w:val="00B607DB"/>
    <w:rsid w:val="00B66529"/>
    <w:rsid w:val="00B6693D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281"/>
    <w:rsid w:val="00BE46BE"/>
    <w:rsid w:val="00BF2C41"/>
    <w:rsid w:val="00C03B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6B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379D"/>
    <w:rsid w:val="00F17567"/>
    <w:rsid w:val="00F27A7B"/>
    <w:rsid w:val="00F526AF"/>
    <w:rsid w:val="00F617C3"/>
    <w:rsid w:val="00F7066B"/>
    <w:rsid w:val="00F83B28"/>
    <w:rsid w:val="00F9352A"/>
    <w:rsid w:val="00F974DA"/>
    <w:rsid w:val="00FA46E5"/>
    <w:rsid w:val="00FA6DA3"/>
    <w:rsid w:val="00FB3FDE"/>
    <w:rsid w:val="00FB7DBA"/>
    <w:rsid w:val="00FC1C25"/>
    <w:rsid w:val="00FC3F45"/>
    <w:rsid w:val="00FC587B"/>
    <w:rsid w:val="00FD394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B6693D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693D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D52B81-0B42-4FDB-B22A-496553FA3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72641D-8FBF-4A56-BD4A-C86BBA96B2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5B5BCD-812C-4F12-8CA3-0F8A8B98CC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123B65-86B8-4EB8-AF53-3F39E90266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111</TotalTime>
  <Pages>1</Pages>
  <Words>1034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38</cp:revision>
  <cp:lastPrinted>2019-02-06T12:12:00Z</cp:lastPrinted>
  <dcterms:created xsi:type="dcterms:W3CDTF">2020-09-30T13:29:00Z</dcterms:created>
  <dcterms:modified xsi:type="dcterms:W3CDTF">2021-11-04T08:40:00Z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